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28EA3D6A" w:rsidR="004C3F20" w:rsidRPr="00712698" w:rsidRDefault="00A83BA8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Sous-directeur Maintenance et Patrimoine du SID Sud-Est</w:t>
            </w:r>
            <w:bookmarkStart w:id="2" w:name="_GoBack"/>
            <w:bookmarkEnd w:id="2"/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61C871F9" w:rsidR="004C3F20" w:rsidRPr="00712698" w:rsidRDefault="0085504D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3" w:name="Moe1"/>
            <w:bookmarkEnd w:id="3"/>
            <w:r w:rsidRPr="0085504D">
              <w:rPr>
                <w:rFonts w:ascii="Times New Roman" w:hAnsi="Times New Roman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10F18E3" w14:textId="77777777" w:rsidR="0085504D" w:rsidRPr="00AA0181" w:rsidRDefault="0085504D" w:rsidP="0085504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bookmarkStart w:id="4" w:name="Rmoe_tel"/>
            <w:bookmarkStart w:id="5" w:name="Rmoe_portable"/>
            <w:bookmarkStart w:id="6" w:name="Rmoe_fax"/>
            <w:bookmarkEnd w:id="4"/>
            <w:bookmarkEnd w:id="5"/>
            <w:bookmarkEnd w:id="6"/>
            <w:r w:rsidRPr="00AA0181">
              <w:rPr>
                <w:rFonts w:ascii="Times New Roman" w:hAnsi="Times New Roman"/>
              </w:rPr>
              <w:t>M. Deni</w:t>
            </w:r>
            <w:r>
              <w:rPr>
                <w:rFonts w:ascii="Times New Roman" w:hAnsi="Times New Roman"/>
              </w:rPr>
              <w:t>s CHABERT</w:t>
            </w:r>
            <w:r w:rsidRPr="00AA0181">
              <w:rPr>
                <w:rFonts w:ascii="Times New Roman" w:hAnsi="Times New Roman"/>
              </w:rPr>
              <w:t>, chef de l’antenne d’Ambérieu-en-Bugey de l’USID de Lyon</w:t>
            </w:r>
          </w:p>
          <w:p w14:paraId="451F6F3D" w14:textId="0B3A82D3" w:rsidR="004C3F20" w:rsidRPr="00712698" w:rsidRDefault="0085504D" w:rsidP="0085504D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  <w:b/>
                <w:bCs/>
              </w:rPr>
            </w:pPr>
            <w:r w:rsidRPr="00AA0181">
              <w:rPr>
                <w:rFonts w:ascii="Times New Roman" w:hAnsi="Times New Roman"/>
              </w:rPr>
              <w:t xml:space="preserve">Tél fixe : </w:t>
            </w:r>
            <w:r w:rsidRPr="00AA0181">
              <w:rPr>
                <w:rFonts w:ascii="Times New Roman" w:hAnsi="Times New Roman"/>
                <w:lang w:eastAsia="ar-SA"/>
              </w:rPr>
              <w:t>04 27 50 47 31</w:t>
            </w:r>
            <w:r w:rsidRPr="00AA0181">
              <w:rPr>
                <w:rFonts w:ascii="Times New Roman" w:hAnsi="Times New Roman"/>
              </w:rPr>
              <w:t xml:space="preserve">  - Portable : 06 86 36 59 83</w:t>
            </w:r>
            <w:r w:rsidRPr="00AA0181">
              <w:br/>
            </w:r>
            <w:r w:rsidRPr="00AA0181">
              <w:rPr>
                <w:rFonts w:ascii="Times New Roman" w:hAnsi="Times New Roman"/>
              </w:rPr>
              <w:t>courriel : denis.chabert@intradef.gouv.fr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7" w:name="Comptable"/>
            <w:bookmarkEnd w:id="7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4A3CD5E7" w14:textId="134753C6" w:rsidR="004C3F20" w:rsidRDefault="0085504D" w:rsidP="7A0B6D55">
            <w:pPr>
              <w:rPr>
                <w:rFonts w:ascii="Times New Roman" w:hAnsi="Times New Roman"/>
                <w:lang w:eastAsia="ar-SA"/>
              </w:rPr>
            </w:pPr>
            <w:bookmarkStart w:id="8" w:name="Objet_marche"/>
            <w:bookmarkEnd w:id="8"/>
            <w:r w:rsidRPr="0085504D">
              <w:rPr>
                <w:rFonts w:ascii="Times New Roman" w:hAnsi="Times New Roman"/>
                <w:lang w:eastAsia="ar-SA"/>
              </w:rPr>
              <w:t xml:space="preserve">Objet: </w:t>
            </w:r>
            <w:r>
              <w:rPr>
                <w:rFonts w:ascii="Times New Roman" w:hAnsi="Times New Roman"/>
                <w:lang w:eastAsia="ar-SA"/>
              </w:rPr>
              <w:t>AMBERIEU EN BUGEY (01</w:t>
            </w:r>
            <w:r w:rsidR="00A83BA8">
              <w:rPr>
                <w:rFonts w:ascii="Times New Roman" w:hAnsi="Times New Roman"/>
                <w:lang w:eastAsia="ar-SA"/>
              </w:rPr>
              <w:t>) – BASE AERIENNE 278 – ANNEXE</w:t>
            </w:r>
            <w:r>
              <w:rPr>
                <w:rFonts w:ascii="Times New Roman" w:hAnsi="Times New Roman"/>
                <w:lang w:eastAsia="ar-SA"/>
              </w:rPr>
              <w:t xml:space="preserve"> CAUDRON – TRAVAUX DE RENOVATION ET DE REAMENAGEMENT INTERIEURS</w:t>
            </w:r>
          </w:p>
          <w:p w14:paraId="573D7D75" w14:textId="0DD51272" w:rsidR="0085504D" w:rsidRPr="00712698" w:rsidRDefault="00DD7DFB" w:rsidP="7A0B6D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Lot 3</w:t>
            </w:r>
            <w:r w:rsidR="00D25F41">
              <w:rPr>
                <w:rFonts w:ascii="Times New Roman" w:hAnsi="Times New Roman"/>
                <w:lang w:eastAsia="ar-SA"/>
              </w:rPr>
              <w:t xml:space="preserve"> : </w:t>
            </w:r>
            <w:r>
              <w:rPr>
                <w:rFonts w:ascii="Times New Roman" w:hAnsi="Times New Roman"/>
                <w:lang w:eastAsia="ar-SA"/>
              </w:rPr>
              <w:t>Plomberie – chauffage – ventilation - électricité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491B7D5C" w14:textId="274970D4" w:rsidR="004C3F20" w:rsidRPr="00712698" w:rsidRDefault="00895520" w:rsidP="00A83BA8">
      <w:pPr>
        <w:spacing w:after="0" w:line="240" w:lineRule="auto"/>
        <w:rPr>
          <w:b/>
          <w:bCs/>
          <w:u w:val="single"/>
        </w:rPr>
      </w:pPr>
      <w:r w:rsidRPr="00712698">
        <w:rPr>
          <w:b/>
          <w:u w:val="single"/>
        </w:rPr>
        <w:br w:type="page"/>
      </w:r>
      <w:r w:rsidR="7A0B6D55" w:rsidRPr="7A0B6D55">
        <w:rPr>
          <w:b/>
          <w:bCs/>
          <w:u w:val="single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9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10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10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1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2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2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03575959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55pt;height:20.8pt" o:ole="">
            <v:imagedata r:id="rId11" o:title=""/>
          </v:shape>
          <w:control r:id="rId12" w:name="OptionButton8" w:shapeid="_x0000_i1075"/>
        </w:object>
      </w:r>
    </w:p>
    <w:p w14:paraId="57283672" w14:textId="6CAC350D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1pt;height:20.8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746D151A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.2pt;height:20.8pt" o:ole="">
            <v:imagedata r:id="rId15" o:title=""/>
          </v:shape>
          <w:control r:id="rId16" w:name="OptionButton9" w:shapeid="_x0000_i1079"/>
        </w:object>
      </w:r>
    </w:p>
    <w:p w14:paraId="5B51E06D" w14:textId="330C3D06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8pt;height:20.8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458FAFC1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.2pt;height:20pt" o:ole="">
            <v:imagedata r:id="rId19" o:title=""/>
          </v:shape>
          <w:control r:id="rId20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1pt;height:20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r w:rsidRPr="7A0B6D55">
        <w:rPr>
          <w:b/>
          <w:bCs/>
          <w:sz w:val="28"/>
          <w:szCs w:val="28"/>
        </w:rPr>
        <w:t>OU</w:t>
      </w:r>
    </w:p>
    <w:p w14:paraId="0922CA15" w14:textId="50031D65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4pt;height:20.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50C1BE8A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35pt;height:15.4pt" o:ole="" o:preferrelative="f">
            <v:imagedata r:id="rId25" o:title=""/>
          </v:shape>
          <w:control r:id="rId26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85pt;height:17.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215D52C8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55pt;height:20.8pt" o:ole="">
            <v:imagedata r:id="rId29" o:title=""/>
          </v:shape>
          <w:control r:id="rId30" w:name="OptionButton82" w:shapeid="_x0000_i1093"/>
        </w:object>
      </w:r>
    </w:p>
    <w:p w14:paraId="3954A87A" w14:textId="38545646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1pt;height:20.8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7204EFA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.2pt;height:20.8pt" o:ole="">
            <v:imagedata r:id="rId33" o:title=""/>
          </v:shape>
          <w:control r:id="rId34" w:name="OptionButton91" w:shapeid="_x0000_i1097"/>
        </w:object>
      </w:r>
    </w:p>
    <w:p w14:paraId="3944FA44" w14:textId="4AD8F97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8pt;height:20.8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7A83328D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.2pt;height:20pt" o:ole="">
            <v:imagedata r:id="rId37" o:title=""/>
          </v:shape>
          <w:control r:id="rId38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1pt;height:20pt" o:ole="">
            <v:imagedata r:id="rId21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>entreprise 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2BE4F0BC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55pt;height:20.8pt" o:ole="">
            <v:imagedata r:id="rId40" o:title=""/>
          </v:shape>
          <w:control r:id="rId41" w:name="OptionButton821" w:shapeid="_x0000_i1105"/>
        </w:object>
      </w:r>
    </w:p>
    <w:p w14:paraId="7F7D8AA7" w14:textId="0A6F682D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1pt;height:20.8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278370F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.2pt;height:20.8pt" o:ole="">
            <v:imagedata r:id="rId44" o:title=""/>
          </v:shape>
          <w:control r:id="rId45" w:name="OptionButton92" w:shapeid="_x0000_i1109"/>
        </w:object>
      </w:r>
    </w:p>
    <w:p w14:paraId="1FA91123" w14:textId="1292E888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8pt;height:20.8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6A025D06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.2pt;height:20pt" o:ole="">
            <v:imagedata r:id="rId37" o:title=""/>
          </v:shape>
          <w:control r:id="rId48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1pt;height:20pt" o:ole="">
            <v:imagedata r:id="rId21" o:title=""/>
          </v:shape>
          <w:control r:id="rId49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Répartition des prestations (en cas de groupement)  :</w:t>
      </w:r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3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4" w:name="Validité_offre"/>
      <w:bookmarkEnd w:id="14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25885182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65pt;height:20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.15pt;height:20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00351128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6pt;height:20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7pt;height:20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5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5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771E6ECD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658DA502" w14:textId="77777777" w:rsidR="00E56490" w:rsidRDefault="00E56490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3F7FE6F9" w14:textId="632A78B9" w:rsidR="00E56490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1 – </w:t>
      </w:r>
      <w:r w:rsidR="0078292A">
        <w:rPr>
          <w:i/>
          <w:iCs/>
          <w:sz w:val="22"/>
          <w:szCs w:val="22"/>
          <w:lang w:val="fr-FR"/>
        </w:rPr>
        <w:t xml:space="preserve">Prestations </w:t>
      </w:r>
      <w:r w:rsidR="00DD7DFB">
        <w:rPr>
          <w:i/>
          <w:iCs/>
          <w:sz w:val="22"/>
          <w:szCs w:val="22"/>
          <w:lang w:val="fr-FR"/>
        </w:rPr>
        <w:t>générales – travaux de plomberie</w:t>
      </w:r>
      <w:r w:rsidRPr="7A0B6D55">
        <w:rPr>
          <w:i/>
          <w:iCs/>
          <w:sz w:val="22"/>
          <w:szCs w:val="22"/>
          <w:lang w:val="fr-FR"/>
        </w:rPr>
        <w:t xml:space="preserve">: </w:t>
      </w:r>
      <w:r w:rsidRPr="00EF2011">
        <w:rPr>
          <w:i/>
          <w:sz w:val="22"/>
          <w:szCs w:val="22"/>
          <w:lang w:val="fr-FR"/>
        </w:rPr>
        <w:tab/>
      </w:r>
    </w:p>
    <w:p w14:paraId="48664328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162B1E5D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0F389E8B" w14:textId="77777777" w:rsidR="00E56490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2B41450A" w14:textId="1AE20089" w:rsidR="00EF2011" w:rsidRPr="00EF2011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00EF2011">
        <w:rPr>
          <w:i/>
          <w:sz w:val="22"/>
          <w:szCs w:val="22"/>
          <w:lang w:val="fr-FR"/>
        </w:rPr>
        <w:tab/>
      </w:r>
    </w:p>
    <w:p w14:paraId="5238AE36" w14:textId="06089F75" w:rsidR="00DD7DFB" w:rsidRDefault="00DD7DFB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Section technique 2 – Travaux de chauffage</w:t>
      </w:r>
      <w:r w:rsidR="00EF2011" w:rsidRPr="7A0B6D55">
        <w:rPr>
          <w:i/>
          <w:iCs/>
          <w:sz w:val="22"/>
          <w:szCs w:val="22"/>
          <w:lang w:val="fr-FR"/>
        </w:rPr>
        <w:t>:</w:t>
      </w:r>
    </w:p>
    <w:p w14:paraId="357610A2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0D68E30F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0BDB5F83" w14:textId="77777777" w:rsidR="00E56490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010D1F2A" w14:textId="47FAA791" w:rsidR="0085504D" w:rsidRDefault="00DD7DFB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lastRenderedPageBreak/>
        <w:t>Section technique 3 – Travaux de ventilation:</w:t>
      </w:r>
    </w:p>
    <w:p w14:paraId="6523790B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1CE782ED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78966F19" w14:textId="77777777" w:rsidR="00E56490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6A09969D" w14:textId="77777777" w:rsidR="00E56490" w:rsidRDefault="00E56490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0A36D799" w14:textId="7EA5850F" w:rsidR="00DD7DFB" w:rsidRDefault="00DD7DFB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Section tech</w:t>
      </w:r>
      <w:r w:rsidR="00E56490">
        <w:rPr>
          <w:i/>
          <w:iCs/>
          <w:sz w:val="22"/>
          <w:szCs w:val="22"/>
          <w:lang w:val="fr-FR"/>
        </w:rPr>
        <w:t>nique 4 – Travaux d’électricité</w:t>
      </w:r>
      <w:r>
        <w:rPr>
          <w:i/>
          <w:iCs/>
          <w:sz w:val="22"/>
          <w:szCs w:val="22"/>
          <w:lang w:val="fr-FR"/>
        </w:rPr>
        <w:t>:</w:t>
      </w:r>
    </w:p>
    <w:p w14:paraId="1E56C0F0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01347D79" w14:textId="77777777" w:rsidR="00E56490" w:rsidRPr="00670B8B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55BE4CF8" w14:textId="21BAEA5E" w:rsidR="00E56490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1ABDE5ED" w14:textId="77777777" w:rsidR="00E56490" w:rsidRDefault="00E56490" w:rsidP="00E5649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</w:p>
    <w:p w14:paraId="6430E806" w14:textId="7BD20411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HT</w:t>
      </w:r>
      <w:r w:rsidR="00E56490">
        <w:rPr>
          <w:sz w:val="22"/>
          <w:szCs w:val="22"/>
          <w:lang w:val="fr-FR"/>
        </w:rPr>
        <w:t xml:space="preserve"> (€)</w:t>
      </w:r>
      <w:r w:rsidRPr="7A0B6D55">
        <w:rPr>
          <w:sz w:val="22"/>
          <w:szCs w:val="22"/>
          <w:lang w:val="fr-FR"/>
        </w:rPr>
        <w:t>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6DF46F14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2C500ED5" w14:textId="203482F1" w:rsidR="00EF2011" w:rsidRDefault="00BD1D68" w:rsidP="00BD1D6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Soit en lettres :</w:t>
      </w:r>
    </w:p>
    <w:p w14:paraId="19902268" w14:textId="77777777" w:rsidR="00BD1D68" w:rsidRPr="00D04078" w:rsidRDefault="00BD1D68" w:rsidP="00BD1D6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4.1.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13C7114A" w14:textId="5176527D" w:rsidR="00645013" w:rsidRDefault="00645013" w:rsidP="00645013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 w:rsidRPr="7A0B6D55">
        <w:rPr>
          <w:rFonts w:ascii="Times New Roman" w:hAnsi="Times New Roman"/>
          <w:sz w:val="22"/>
          <w:szCs w:val="22"/>
        </w:rPr>
        <w:t>Les obligations du titulaire en matière d’insertion sociale sont précisées à l’article</w:t>
      </w:r>
      <w:r>
        <w:rPr>
          <w:rFonts w:ascii="Times New Roman" w:hAnsi="Times New Roman"/>
          <w:sz w:val="22"/>
          <w:szCs w:val="22"/>
        </w:rPr>
        <w:t xml:space="preserve"> 19.1.1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56EEFC87" w14:textId="77777777" w:rsidR="00645013" w:rsidRDefault="00645013" w:rsidP="00645013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p w14:paraId="295AAD2C" w14:textId="77777777" w:rsidR="00645013" w:rsidRDefault="00645013" w:rsidP="00645013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645013" w14:paraId="41CC5145" w14:textId="77777777" w:rsidTr="00E6101F">
        <w:tc>
          <w:tcPr>
            <w:tcW w:w="4533" w:type="dxa"/>
          </w:tcPr>
          <w:p w14:paraId="16B23A91" w14:textId="77777777" w:rsidR="00645013" w:rsidRDefault="00645013" w:rsidP="00E6101F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E7D8E63" w14:textId="77777777" w:rsidR="00645013" w:rsidRDefault="00645013" w:rsidP="00E6101F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645013" w14:paraId="5F1977A5" w14:textId="77777777" w:rsidTr="00E6101F">
        <w:tc>
          <w:tcPr>
            <w:tcW w:w="4533" w:type="dxa"/>
          </w:tcPr>
          <w:p w14:paraId="56568DB8" w14:textId="393EEB40" w:rsidR="00645013" w:rsidRPr="00751A52" w:rsidRDefault="00645013" w:rsidP="00E6101F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751A52">
              <w:rPr>
                <w:rFonts w:ascii="Times New Roman" w:hAnsi="Times New Roman"/>
              </w:rPr>
              <w:t xml:space="preserve">Lot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28" w:type="dxa"/>
          </w:tcPr>
          <w:p w14:paraId="5187BAE3" w14:textId="6FE28E85" w:rsidR="00645013" w:rsidRPr="00751A52" w:rsidRDefault="00645013" w:rsidP="00645013">
            <w:pPr>
              <w:pStyle w:val="Commentaire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  <w:r w:rsidRPr="00751A52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7A06D1CA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5E1DA571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67ABCAB7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1999BD05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0A13FCF0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76BA77F9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4320BBFF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0D11D924" w14:textId="77777777" w:rsidR="00A83BA8" w:rsidRDefault="00A83BA8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5E0932B5" w14:textId="17F42A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(signature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8"/>
      <w:footerReference w:type="default" r:id="rId59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85504D" w:rsidRDefault="0085504D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85504D" w:rsidRDefault="0085504D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02C822A5" w:rsidR="0085504D" w:rsidRDefault="0085504D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FB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FB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85504D" w:rsidRDefault="008550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85504D" w:rsidRDefault="0085504D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85504D" w:rsidRDefault="0085504D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85504D" w:rsidRDefault="0085504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85504D" w:rsidRDefault="0085504D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85504D" w:rsidRDefault="0085504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85504D" w:rsidRDefault="0085504D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85504D" w:rsidRDefault="0085504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85504D" w:rsidRDefault="0085504D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85504D" w:rsidRPr="00D97AAC" w:rsidRDefault="0085504D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85504D" w:rsidRDefault="0085504D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EC4A8" w14:textId="4348FDEF" w:rsidR="00341DC3" w:rsidRPr="0085504D" w:rsidRDefault="00341DC3" w:rsidP="00341DC3">
    <w:pPr>
      <w:pStyle w:val="En-tte"/>
      <w:jc w:val="right"/>
    </w:pPr>
    <w:r w:rsidRPr="0085504D">
      <w:t>DAF_</w:t>
    </w:r>
    <w:r>
      <w:t>2025_000457</w:t>
    </w:r>
    <w:r w:rsidRPr="0085504D">
      <w:t xml:space="preserve"> </w:t>
    </w:r>
    <w:r>
      <w:t>/ Projet ESID 25 116</w:t>
    </w:r>
  </w:p>
  <w:p w14:paraId="65ADB7BC" w14:textId="77777777" w:rsidR="0085504D" w:rsidRDefault="0085504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63E2D"/>
    <w:rsid w:val="000702E1"/>
    <w:rsid w:val="00080490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30FE9"/>
    <w:rsid w:val="00245B5B"/>
    <w:rsid w:val="00283C5A"/>
    <w:rsid w:val="00292262"/>
    <w:rsid w:val="002B118A"/>
    <w:rsid w:val="002C24AF"/>
    <w:rsid w:val="00301A1A"/>
    <w:rsid w:val="00307959"/>
    <w:rsid w:val="00341DC3"/>
    <w:rsid w:val="00373163"/>
    <w:rsid w:val="0038608E"/>
    <w:rsid w:val="00392AA8"/>
    <w:rsid w:val="003C579A"/>
    <w:rsid w:val="003D4F11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25F4"/>
    <w:rsid w:val="005C6523"/>
    <w:rsid w:val="005D1AC2"/>
    <w:rsid w:val="0061373D"/>
    <w:rsid w:val="0061781D"/>
    <w:rsid w:val="00626F9F"/>
    <w:rsid w:val="00645013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292A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504D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42FBB"/>
    <w:rsid w:val="009553C4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83BA8"/>
    <w:rsid w:val="00A94139"/>
    <w:rsid w:val="00AA78CA"/>
    <w:rsid w:val="00AB6F65"/>
    <w:rsid w:val="00AC21DD"/>
    <w:rsid w:val="00AD3E84"/>
    <w:rsid w:val="00B00C11"/>
    <w:rsid w:val="00B27403"/>
    <w:rsid w:val="00B4401B"/>
    <w:rsid w:val="00B53878"/>
    <w:rsid w:val="00B60BC2"/>
    <w:rsid w:val="00B7749F"/>
    <w:rsid w:val="00B96E2D"/>
    <w:rsid w:val="00BD1D68"/>
    <w:rsid w:val="00BE1F1B"/>
    <w:rsid w:val="00BE680E"/>
    <w:rsid w:val="00BF28ED"/>
    <w:rsid w:val="00BF4056"/>
    <w:rsid w:val="00C20A2B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25F41"/>
    <w:rsid w:val="00D47581"/>
    <w:rsid w:val="00D556A0"/>
    <w:rsid w:val="00D86C7E"/>
    <w:rsid w:val="00D97AAC"/>
    <w:rsid w:val="00DB0D27"/>
    <w:rsid w:val="00DD7DFB"/>
    <w:rsid w:val="00E56490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5.xml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image" Target="media/image16.wmf"/><Relationship Id="rId47" Type="http://schemas.openxmlformats.org/officeDocument/2006/relationships/control" Target="activeX/activeX19.xml"/><Relationship Id="rId50" Type="http://schemas.openxmlformats.org/officeDocument/2006/relationships/image" Target="media/image19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control" Target="activeX/activeX16.xml"/><Relationship Id="rId54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image" Target="media/image14.wmf"/><Relationship Id="rId40" Type="http://schemas.openxmlformats.org/officeDocument/2006/relationships/image" Target="media/image15.wmf"/><Relationship Id="rId45" Type="http://schemas.openxmlformats.org/officeDocument/2006/relationships/control" Target="activeX/activeX18.xml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4.xml"/><Relationship Id="rId46" Type="http://schemas.openxmlformats.org/officeDocument/2006/relationships/image" Target="media/image18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B1D6D-0B00-4466-8B16-1DEBA72C4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6A54-8F17-496F-BE77-DA0A75F4BFF8}">
  <ds:schemaRefs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92A52A-71F4-454A-8747-E0CBAA83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22</TotalTime>
  <Pages>8</Pages>
  <Words>1538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CHOUTEAU Philippe SA CN MINDEF</cp:lastModifiedBy>
  <cp:revision>11</cp:revision>
  <dcterms:created xsi:type="dcterms:W3CDTF">2025-07-11T11:33:00Z</dcterms:created>
  <dcterms:modified xsi:type="dcterms:W3CDTF">2025-08-18T07:42:00Z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